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7ED" w:rsidRPr="00FD1899" w:rsidRDefault="000837ED" w:rsidP="00FD1899">
      <w:pPr>
        <w:widowControl w:val="0"/>
        <w:tabs>
          <w:tab w:val="left" w:pos="846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FD1899">
        <w:rPr>
          <w:rFonts w:ascii="Times New Roman" w:hAnsi="Times New Roman" w:cs="Times New Roman"/>
          <w:sz w:val="24"/>
          <w:szCs w:val="24"/>
        </w:rPr>
        <w:t>Приложение № 16</w:t>
      </w:r>
    </w:p>
    <w:p w:rsidR="000837ED" w:rsidRPr="00FD1899" w:rsidRDefault="000837ED" w:rsidP="00FD18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1899">
        <w:rPr>
          <w:rFonts w:ascii="Times New Roman" w:hAnsi="Times New Roman" w:cs="Times New Roman"/>
          <w:sz w:val="24"/>
          <w:szCs w:val="24"/>
        </w:rPr>
        <w:t xml:space="preserve">к решению районного Совета </w:t>
      </w:r>
    </w:p>
    <w:p w:rsidR="000837ED" w:rsidRPr="00FD1899" w:rsidRDefault="000837ED" w:rsidP="00FD1899">
      <w:pPr>
        <w:widowControl w:val="0"/>
        <w:autoSpaceDE w:val="0"/>
        <w:autoSpaceDN w:val="0"/>
        <w:adjustRightInd w:val="0"/>
        <w:spacing w:after="0" w:line="240" w:lineRule="auto"/>
        <w:ind w:left="5040"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FD1899">
        <w:rPr>
          <w:rFonts w:ascii="Times New Roman" w:hAnsi="Times New Roman" w:cs="Times New Roman"/>
          <w:sz w:val="24"/>
          <w:szCs w:val="24"/>
        </w:rPr>
        <w:t>народных депутатов</w:t>
      </w:r>
    </w:p>
    <w:p w:rsidR="000837ED" w:rsidRPr="00FD1899" w:rsidRDefault="000837ED" w:rsidP="00AD0933">
      <w:pPr>
        <w:widowControl w:val="0"/>
        <w:autoSpaceDE w:val="0"/>
        <w:autoSpaceDN w:val="0"/>
        <w:adjustRightInd w:val="0"/>
        <w:spacing w:after="0" w:line="240" w:lineRule="auto"/>
        <w:ind w:left="5664" w:firstLine="6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20.</w:t>
      </w:r>
      <w:r w:rsidRPr="00FD1899">
        <w:rPr>
          <w:rFonts w:ascii="Times New Roman" w:hAnsi="Times New Roman" w:cs="Times New Roman"/>
          <w:sz w:val="24"/>
          <w:szCs w:val="24"/>
        </w:rPr>
        <w:t>12.2016 №</w:t>
      </w:r>
      <w:r>
        <w:rPr>
          <w:rFonts w:ascii="Times New Roman" w:hAnsi="Times New Roman" w:cs="Times New Roman"/>
          <w:sz w:val="24"/>
          <w:szCs w:val="24"/>
        </w:rPr>
        <w:t xml:space="preserve"> 52</w:t>
      </w:r>
    </w:p>
    <w:p w:rsidR="000837ED" w:rsidRPr="00FD1899" w:rsidRDefault="000837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37ED" w:rsidRPr="00FD1899" w:rsidRDefault="000837ED" w:rsidP="00A06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1899">
        <w:rPr>
          <w:rFonts w:ascii="Times New Roman" w:hAnsi="Times New Roman" w:cs="Times New Roman"/>
          <w:sz w:val="24"/>
          <w:szCs w:val="24"/>
        </w:rPr>
        <w:t>Нормативы распределения доходов между районным бюджетом, бюджетами сельских поселений Тамбовского района Амурской области, не установленные Бюджетным кодексом Российской Федерации, федеральным законом о федеральном бюджете, законами Амурской области, принятыми в соответствии с положениями Бюджетного кодекса Российской Федерации на 2017 год и плановый период 2018-2019 годов</w:t>
      </w:r>
    </w:p>
    <w:p w:rsidR="000837ED" w:rsidRPr="00FD1899" w:rsidRDefault="000837ED" w:rsidP="001C4F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0E01">
        <w:rPr>
          <w:rFonts w:ascii="Times New Roman" w:hAnsi="Times New Roman" w:cs="Times New Roman"/>
          <w:sz w:val="28"/>
          <w:szCs w:val="28"/>
        </w:rPr>
        <w:t xml:space="preserve"> </w:t>
      </w:r>
      <w:r w:rsidRPr="00FD1899">
        <w:rPr>
          <w:rFonts w:ascii="Times New Roman" w:hAnsi="Times New Roman" w:cs="Times New Roman"/>
          <w:sz w:val="24"/>
          <w:szCs w:val="24"/>
        </w:rPr>
        <w:t>(процентов)</w:t>
      </w:r>
    </w:p>
    <w:tbl>
      <w:tblPr>
        <w:tblW w:w="9180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43"/>
        <w:gridCol w:w="4637"/>
        <w:gridCol w:w="1440"/>
        <w:gridCol w:w="1260"/>
      </w:tblGrid>
      <w:tr w:rsidR="000837ED" w:rsidRPr="003B0E01">
        <w:trPr>
          <w:trHeight w:val="94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ED" w:rsidRPr="00FD1899" w:rsidRDefault="00083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899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37ED" w:rsidRPr="00FD1899" w:rsidRDefault="00083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899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37ED" w:rsidRPr="00FD1899" w:rsidRDefault="000837ED" w:rsidP="00FD1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89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ED" w:rsidRPr="00FD1899" w:rsidRDefault="000837ED" w:rsidP="00C1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899">
              <w:rPr>
                <w:rFonts w:ascii="Times New Roman" w:hAnsi="Times New Roman" w:cs="Times New Roman"/>
                <w:sz w:val="24"/>
                <w:szCs w:val="24"/>
              </w:rPr>
              <w:t>Бюджет сельских поселений</w:t>
            </w:r>
          </w:p>
        </w:tc>
      </w:tr>
      <w:tr w:rsidR="000837ED" w:rsidRPr="003B0E01">
        <w:trPr>
          <w:trHeight w:val="40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ED" w:rsidRPr="00FD1899" w:rsidRDefault="000837ED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899">
              <w:rPr>
                <w:rFonts w:ascii="Times New Roman" w:hAnsi="Times New Roman" w:cs="Times New Roman"/>
                <w:sz w:val="24"/>
                <w:szCs w:val="24"/>
              </w:rPr>
              <w:t>1 13 02065 05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37ED" w:rsidRPr="00FD1899" w:rsidRDefault="000837ED" w:rsidP="003B0E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1899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37ED" w:rsidRPr="00FD1899" w:rsidRDefault="000837ED" w:rsidP="00FD1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658" w:hanging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8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ED" w:rsidRPr="00FD1899" w:rsidRDefault="000837ED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837ED" w:rsidRPr="003B0E01">
        <w:trPr>
          <w:trHeight w:val="40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ED" w:rsidRPr="00FD1899" w:rsidRDefault="000837ED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899">
              <w:rPr>
                <w:rFonts w:ascii="Times New Roman" w:hAnsi="Times New Roman" w:cs="Times New Roman"/>
                <w:sz w:val="24"/>
                <w:szCs w:val="24"/>
              </w:rPr>
              <w:t>1 13 02065 10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37ED" w:rsidRPr="00FD1899" w:rsidRDefault="000837ED" w:rsidP="003B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899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37ED" w:rsidRPr="00FD1899" w:rsidRDefault="000837ED" w:rsidP="00FD1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ED" w:rsidRPr="00FD1899" w:rsidRDefault="000837ED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8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837ED" w:rsidRPr="003B0E0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ED" w:rsidRPr="00FD1899" w:rsidRDefault="000837ED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899">
              <w:rPr>
                <w:rFonts w:ascii="Times New Roman" w:hAnsi="Times New Roman" w:cs="Times New Roman"/>
                <w:sz w:val="24"/>
                <w:szCs w:val="24"/>
              </w:rPr>
              <w:t>1 13 02995 05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37ED" w:rsidRPr="00FD1899" w:rsidRDefault="000837ED" w:rsidP="003B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899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37ED" w:rsidRPr="00FD1899" w:rsidRDefault="000837ED" w:rsidP="00FD1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8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ED" w:rsidRPr="00FD1899" w:rsidRDefault="000837ED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7ED" w:rsidRPr="003B0E0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ED" w:rsidRPr="00FD1899" w:rsidRDefault="000837ED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899">
              <w:rPr>
                <w:rFonts w:ascii="Times New Roman" w:hAnsi="Times New Roman" w:cs="Times New Roman"/>
                <w:sz w:val="24"/>
                <w:szCs w:val="24"/>
              </w:rPr>
              <w:t>1 13 02995 10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37ED" w:rsidRPr="00FD1899" w:rsidRDefault="000837ED" w:rsidP="003B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899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37ED" w:rsidRPr="00FD1899" w:rsidRDefault="000837ED" w:rsidP="00FD1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ED" w:rsidRPr="00FD1899" w:rsidRDefault="000837ED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8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837ED" w:rsidRPr="003B0E0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ED" w:rsidRPr="00FD1899" w:rsidRDefault="000837ED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899">
              <w:rPr>
                <w:rFonts w:ascii="Times New Roman" w:hAnsi="Times New Roman" w:cs="Times New Roman"/>
                <w:sz w:val="24"/>
                <w:szCs w:val="24"/>
              </w:rPr>
              <w:t>1 15 02050 05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37ED" w:rsidRPr="00FD1899" w:rsidRDefault="000837ED" w:rsidP="003B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899">
              <w:rPr>
                <w:rFonts w:ascii="Times New Roman" w:hAnsi="Times New Roman" w:cs="Times New Roman"/>
                <w:sz w:val="24"/>
                <w:szCs w:val="24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37ED" w:rsidRPr="00FD1899" w:rsidRDefault="000837ED" w:rsidP="00FD1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8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ED" w:rsidRPr="00FD1899" w:rsidRDefault="000837ED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7ED" w:rsidRPr="003B0E0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ED" w:rsidRPr="00FD1899" w:rsidRDefault="000837ED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899">
              <w:rPr>
                <w:rFonts w:ascii="Times New Roman" w:hAnsi="Times New Roman" w:cs="Times New Roman"/>
                <w:sz w:val="24"/>
                <w:szCs w:val="24"/>
              </w:rPr>
              <w:t>1 15 02050 10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37ED" w:rsidRPr="00FD1899" w:rsidRDefault="000837ED" w:rsidP="003B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899">
              <w:rPr>
                <w:rFonts w:ascii="Times New Roman" w:hAnsi="Times New Roman" w:cs="Times New Roman"/>
                <w:sz w:val="24"/>
                <w:szCs w:val="24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37ED" w:rsidRPr="00FD1899" w:rsidRDefault="000837ED" w:rsidP="00FD1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ED" w:rsidRPr="00FD1899" w:rsidRDefault="000837ED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8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837ED" w:rsidRPr="003B0E0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ED" w:rsidRPr="00FD1899" w:rsidRDefault="000837ED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899">
              <w:rPr>
                <w:rFonts w:ascii="Times New Roman" w:hAnsi="Times New Roman" w:cs="Times New Roman"/>
                <w:sz w:val="24"/>
                <w:szCs w:val="24"/>
              </w:rPr>
              <w:t>1 17 01050 05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37ED" w:rsidRPr="00FD1899" w:rsidRDefault="000837ED" w:rsidP="003B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899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37ED" w:rsidRPr="00FD1899" w:rsidRDefault="000837ED" w:rsidP="00FD1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8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ED" w:rsidRPr="00FD1899" w:rsidRDefault="000837ED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7ED" w:rsidRPr="003B0E0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ED" w:rsidRPr="00FD1899" w:rsidRDefault="000837ED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899">
              <w:rPr>
                <w:rFonts w:ascii="Times New Roman" w:hAnsi="Times New Roman" w:cs="Times New Roman"/>
                <w:sz w:val="24"/>
                <w:szCs w:val="24"/>
              </w:rPr>
              <w:t>1 17 01050 10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37ED" w:rsidRPr="00FD1899" w:rsidRDefault="000837ED" w:rsidP="003B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899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37ED" w:rsidRPr="00FD1899" w:rsidRDefault="000837ED" w:rsidP="00FD1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ED" w:rsidRPr="00FD1899" w:rsidRDefault="000837ED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8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837ED" w:rsidRPr="003B0E0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ED" w:rsidRPr="00FD1899" w:rsidRDefault="000837ED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899">
              <w:rPr>
                <w:rFonts w:ascii="Times New Roman" w:hAnsi="Times New Roman" w:cs="Times New Roman"/>
                <w:sz w:val="24"/>
                <w:szCs w:val="24"/>
              </w:rPr>
              <w:t>1 17 05050 10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37ED" w:rsidRPr="00FD1899" w:rsidRDefault="000837ED" w:rsidP="003B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899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37ED" w:rsidRPr="00FD1899" w:rsidRDefault="000837ED" w:rsidP="00FD1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ED" w:rsidRPr="00FD1899" w:rsidRDefault="000837ED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8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0837ED" w:rsidRPr="00857283" w:rsidRDefault="000837ED" w:rsidP="008572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0837ED" w:rsidRPr="00857283" w:rsidSect="001B525C">
      <w:pgSz w:w="11906" w:h="16838"/>
      <w:pgMar w:top="96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6E3D"/>
    <w:rsid w:val="0001161B"/>
    <w:rsid w:val="0002163B"/>
    <w:rsid w:val="000837ED"/>
    <w:rsid w:val="000E5ED6"/>
    <w:rsid w:val="00115380"/>
    <w:rsid w:val="00146E3D"/>
    <w:rsid w:val="00146E9E"/>
    <w:rsid w:val="00185719"/>
    <w:rsid w:val="00187109"/>
    <w:rsid w:val="001B525C"/>
    <w:rsid w:val="001C4F7F"/>
    <w:rsid w:val="002143DE"/>
    <w:rsid w:val="002742DF"/>
    <w:rsid w:val="002A2E36"/>
    <w:rsid w:val="00325F5A"/>
    <w:rsid w:val="00384400"/>
    <w:rsid w:val="003B0E01"/>
    <w:rsid w:val="003B5036"/>
    <w:rsid w:val="00404B48"/>
    <w:rsid w:val="00457012"/>
    <w:rsid w:val="004B4404"/>
    <w:rsid w:val="00575CB0"/>
    <w:rsid w:val="0058167E"/>
    <w:rsid w:val="005F6BDF"/>
    <w:rsid w:val="00607D7C"/>
    <w:rsid w:val="00614E2A"/>
    <w:rsid w:val="0066482D"/>
    <w:rsid w:val="00672409"/>
    <w:rsid w:val="007B0369"/>
    <w:rsid w:val="007E3E68"/>
    <w:rsid w:val="00857283"/>
    <w:rsid w:val="008658AD"/>
    <w:rsid w:val="008944BB"/>
    <w:rsid w:val="00895AA3"/>
    <w:rsid w:val="008C5A79"/>
    <w:rsid w:val="008F1E81"/>
    <w:rsid w:val="00913484"/>
    <w:rsid w:val="009153ED"/>
    <w:rsid w:val="00950F0D"/>
    <w:rsid w:val="00A06550"/>
    <w:rsid w:val="00A1103A"/>
    <w:rsid w:val="00A63EC6"/>
    <w:rsid w:val="00A87957"/>
    <w:rsid w:val="00A87EB6"/>
    <w:rsid w:val="00AD0933"/>
    <w:rsid w:val="00AD29CF"/>
    <w:rsid w:val="00B074AF"/>
    <w:rsid w:val="00B974CE"/>
    <w:rsid w:val="00BC5DA3"/>
    <w:rsid w:val="00BF3118"/>
    <w:rsid w:val="00C113DF"/>
    <w:rsid w:val="00C25E08"/>
    <w:rsid w:val="00C45AF6"/>
    <w:rsid w:val="00CB61D2"/>
    <w:rsid w:val="00CC314D"/>
    <w:rsid w:val="00CC5663"/>
    <w:rsid w:val="00D43C07"/>
    <w:rsid w:val="00D810BF"/>
    <w:rsid w:val="00DB0F48"/>
    <w:rsid w:val="00E060AA"/>
    <w:rsid w:val="00E60625"/>
    <w:rsid w:val="00F422F8"/>
    <w:rsid w:val="00FA04CE"/>
    <w:rsid w:val="00FC4001"/>
    <w:rsid w:val="00FD1899"/>
    <w:rsid w:val="00FD5750"/>
    <w:rsid w:val="00FE1F54"/>
    <w:rsid w:val="00FF3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40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60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6062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A87957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21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239</Words>
  <Characters>1367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Русакова Е.В.</dc:creator>
  <cp:keywords/>
  <dc:description/>
  <cp:lastModifiedBy>User</cp:lastModifiedBy>
  <cp:revision>19</cp:revision>
  <cp:lastPrinted>2008-07-29T23:39:00Z</cp:lastPrinted>
  <dcterms:created xsi:type="dcterms:W3CDTF">2015-09-09T06:27:00Z</dcterms:created>
  <dcterms:modified xsi:type="dcterms:W3CDTF">2008-07-29T23:40:00Z</dcterms:modified>
</cp:coreProperties>
</file>